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tabs>
          <w:tab w:val="center" w:pos="4478"/>
        </w:tabs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>山东省高等学校优秀学生登记表</w:t>
      </w:r>
    </w:p>
    <w:tbl>
      <w:tblPr>
        <w:tblStyle w:val="5"/>
        <w:tblW w:w="9664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10"/>
        <w:gridCol w:w="447"/>
        <w:gridCol w:w="1252"/>
        <w:gridCol w:w="752"/>
        <w:gridCol w:w="832"/>
        <w:gridCol w:w="493"/>
        <w:gridCol w:w="863"/>
        <w:gridCol w:w="1136"/>
        <w:gridCol w:w="1260"/>
        <w:gridCol w:w="1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姓 名</w:t>
            </w:r>
          </w:p>
        </w:tc>
        <w:tc>
          <w:tcPr>
            <w:tcW w:w="16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性别</w:t>
            </w:r>
          </w:p>
        </w:tc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出生年月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政治面貌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所在学校</w:t>
            </w:r>
          </w:p>
        </w:tc>
        <w:tc>
          <w:tcPr>
            <w:tcW w:w="827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hint="eastAsia" w:ascii="汉仪书宋一简" w:eastAsia="汉仪书宋一简"/>
                <w:position w:val="12"/>
                <w:szCs w:val="21"/>
                <w:lang w:val="en-US" w:eastAsia="zh-CN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专业</w:t>
            </w:r>
          </w:p>
        </w:tc>
        <w:tc>
          <w:tcPr>
            <w:tcW w:w="37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9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班级</w:t>
            </w:r>
          </w:p>
        </w:tc>
        <w:tc>
          <w:tcPr>
            <w:tcW w:w="29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入学</w:t>
            </w:r>
          </w:p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时间</w:t>
            </w:r>
          </w:p>
        </w:tc>
        <w:tc>
          <w:tcPr>
            <w:tcW w:w="24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职务</w:t>
            </w:r>
          </w:p>
        </w:tc>
        <w:tc>
          <w:tcPr>
            <w:tcW w:w="19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是否退役复学学生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8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主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要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事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迹</w:t>
            </w:r>
          </w:p>
        </w:tc>
        <w:tc>
          <w:tcPr>
            <w:tcW w:w="892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（主要事迹应包括：思想政治素质情况，各学期学业成绩及获得奖学金情况，所受表彰奖励情况，参加各种校园文化及社会实践活动情况，是否获得校级优秀学生称号等，内容填写要客观、翔实。）</w:t>
            </w:r>
          </w:p>
          <w:p>
            <w:pPr>
              <w:rPr>
                <w:rFonts w:ascii="汉仪书宋一简" w:eastAsia="汉仪书宋一简"/>
                <w:color w:val="FF0000"/>
                <w:szCs w:val="21"/>
              </w:rPr>
            </w:pPr>
            <w:r>
              <w:rPr>
                <w:rFonts w:hint="eastAsia" w:ascii="汉仪书宋一简" w:eastAsia="汉仪书宋一简"/>
                <w:color w:val="FF0000"/>
                <w:szCs w:val="21"/>
              </w:rPr>
              <w:t>（字数不超过1500字，格式：宋体，小四，行间距：固定值20磅。）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ascii="汉仪书宋一简" w:eastAsia="汉仪书宋一简"/>
                <w:szCs w:val="21"/>
              </w:rPr>
              <w:t xml:space="preserve">             </w:t>
            </w:r>
            <w:r>
              <w:rPr>
                <w:rFonts w:hint="eastAsia" w:ascii="汉仪书宋一简" w:eastAsia="汉仪书宋一简"/>
                <w:szCs w:val="21"/>
              </w:rPr>
              <w:t xml:space="preserve">               院（系）负责人（签名）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学校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推荐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意见</w:t>
            </w:r>
          </w:p>
        </w:tc>
        <w:tc>
          <w:tcPr>
            <w:tcW w:w="892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 xml:space="preserve">       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 xml:space="preserve">                                        </w:t>
            </w:r>
            <w:r>
              <w:rPr>
                <w:rFonts w:ascii="汉仪书宋一简" w:eastAsia="汉仪书宋一简"/>
                <w:szCs w:val="21"/>
              </w:rPr>
              <w:t xml:space="preserve">     </w:t>
            </w:r>
            <w:r>
              <w:rPr>
                <w:rFonts w:hint="eastAsia" w:ascii="汉仪书宋一简" w:eastAsia="汉仪书宋一简"/>
                <w:szCs w:val="21"/>
              </w:rPr>
              <w:t xml:space="preserve">           （章）</w:t>
            </w:r>
          </w:p>
          <w:p>
            <w:pPr>
              <w:ind w:firstLine="6615" w:firstLineChars="3150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年     月     日</w:t>
            </w:r>
          </w:p>
        </w:tc>
      </w:tr>
    </w:tbl>
    <w:p>
      <w:r>
        <w:rPr>
          <w:rFonts w:hint="eastAsia" w:ascii="汉仪书宋一简" w:eastAsia="汉仪书宋一简"/>
          <w:szCs w:val="21"/>
        </w:rPr>
        <w:t>注：该表一式2份，学校存档1份，存入学生档案1份。</w:t>
      </w:r>
    </w:p>
    <w:tbl>
      <w:tblPr>
        <w:tblStyle w:val="5"/>
        <w:tblW w:w="94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3" w:hRule="atLeast"/>
          <w:jc w:val="center"/>
        </w:trPr>
        <w:tc>
          <w:tcPr>
            <w:tcW w:w="9450" w:type="dxa"/>
          </w:tcPr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主要事迹（续前页）：</w:t>
            </w:r>
          </w:p>
          <w:p>
            <w:pPr>
              <w:ind w:firstLine="420" w:firstLineChars="200"/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widowControl/>
        <w:jc w:val="left"/>
        <w:rPr>
          <w:kern w:val="0"/>
        </w:rPr>
      </w:pPr>
    </w:p>
    <w:sectPr>
      <w:pgSz w:w="11906" w:h="16838"/>
      <w:pgMar w:top="2041" w:right="1531" w:bottom="1985" w:left="1531" w:header="851" w:footer="164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C6"/>
    <w:rsid w:val="00004A08"/>
    <w:rsid w:val="000102C3"/>
    <w:rsid w:val="000543E6"/>
    <w:rsid w:val="000569D7"/>
    <w:rsid w:val="00071A66"/>
    <w:rsid w:val="0007227B"/>
    <w:rsid w:val="000D1704"/>
    <w:rsid w:val="001100FB"/>
    <w:rsid w:val="001414E6"/>
    <w:rsid w:val="00142CBE"/>
    <w:rsid w:val="001A127F"/>
    <w:rsid w:val="001A2994"/>
    <w:rsid w:val="001D1C12"/>
    <w:rsid w:val="001F7F1B"/>
    <w:rsid w:val="00210670"/>
    <w:rsid w:val="00211A6E"/>
    <w:rsid w:val="00227ED1"/>
    <w:rsid w:val="00233A1E"/>
    <w:rsid w:val="002675B8"/>
    <w:rsid w:val="00295935"/>
    <w:rsid w:val="002F4684"/>
    <w:rsid w:val="002F6C55"/>
    <w:rsid w:val="003751E7"/>
    <w:rsid w:val="0038769B"/>
    <w:rsid w:val="00393354"/>
    <w:rsid w:val="003D2411"/>
    <w:rsid w:val="00406BB1"/>
    <w:rsid w:val="0040787C"/>
    <w:rsid w:val="00412997"/>
    <w:rsid w:val="004255E8"/>
    <w:rsid w:val="00434B15"/>
    <w:rsid w:val="00461822"/>
    <w:rsid w:val="00474D4A"/>
    <w:rsid w:val="00483B9A"/>
    <w:rsid w:val="004C74BE"/>
    <w:rsid w:val="004F3958"/>
    <w:rsid w:val="004F47B3"/>
    <w:rsid w:val="0050349A"/>
    <w:rsid w:val="00557D07"/>
    <w:rsid w:val="005A09EB"/>
    <w:rsid w:val="005A25FA"/>
    <w:rsid w:val="005C41F8"/>
    <w:rsid w:val="00625D62"/>
    <w:rsid w:val="006833BA"/>
    <w:rsid w:val="006C2E79"/>
    <w:rsid w:val="006F2045"/>
    <w:rsid w:val="00726544"/>
    <w:rsid w:val="007279AB"/>
    <w:rsid w:val="00727DE9"/>
    <w:rsid w:val="00747DAE"/>
    <w:rsid w:val="007B5344"/>
    <w:rsid w:val="007E69E4"/>
    <w:rsid w:val="0081771D"/>
    <w:rsid w:val="00881F89"/>
    <w:rsid w:val="008B3B3F"/>
    <w:rsid w:val="008E03A1"/>
    <w:rsid w:val="008F3014"/>
    <w:rsid w:val="008F4E40"/>
    <w:rsid w:val="00905158"/>
    <w:rsid w:val="00957E8B"/>
    <w:rsid w:val="009B2EAC"/>
    <w:rsid w:val="009C05CC"/>
    <w:rsid w:val="009F66E1"/>
    <w:rsid w:val="00A31DCE"/>
    <w:rsid w:val="00A3207A"/>
    <w:rsid w:val="00A534FE"/>
    <w:rsid w:val="00A55E34"/>
    <w:rsid w:val="00A65DC1"/>
    <w:rsid w:val="00A925CA"/>
    <w:rsid w:val="00AA53DF"/>
    <w:rsid w:val="00B1219E"/>
    <w:rsid w:val="00B31920"/>
    <w:rsid w:val="00B467A5"/>
    <w:rsid w:val="00BC0DA7"/>
    <w:rsid w:val="00CF149C"/>
    <w:rsid w:val="00D238C6"/>
    <w:rsid w:val="00DA301E"/>
    <w:rsid w:val="00DA4378"/>
    <w:rsid w:val="00DB366D"/>
    <w:rsid w:val="00E17A0D"/>
    <w:rsid w:val="00E53C59"/>
    <w:rsid w:val="00E80D7A"/>
    <w:rsid w:val="00E876F9"/>
    <w:rsid w:val="00F07659"/>
    <w:rsid w:val="00F2719C"/>
    <w:rsid w:val="00F331B8"/>
    <w:rsid w:val="00F44F95"/>
    <w:rsid w:val="00F55CD2"/>
    <w:rsid w:val="00F56041"/>
    <w:rsid w:val="00F621BB"/>
    <w:rsid w:val="00F63210"/>
    <w:rsid w:val="00F74267"/>
    <w:rsid w:val="00F75132"/>
    <w:rsid w:val="1BF1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uiPriority w:val="0"/>
    <w:rPr>
      <w:sz w:val="18"/>
      <w:szCs w:val="18"/>
    </w:rPr>
  </w:style>
  <w:style w:type="paragraph" w:styleId="3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FollowedHyperlink"/>
    <w:unhideWhenUsed/>
    <w:uiPriority w:val="99"/>
    <w:rPr>
      <w:color w:val="954F72"/>
      <w:u w:val="single"/>
    </w:rPr>
  </w:style>
  <w:style w:type="character" w:styleId="9">
    <w:name w:val="Hyperlink"/>
    <w:unhideWhenUsed/>
    <w:uiPriority w:val="99"/>
    <w:rPr>
      <w:color w:val="0563C1"/>
      <w:u w:val="single"/>
    </w:rPr>
  </w:style>
  <w:style w:type="paragraph" w:customStyle="1" w:styleId="10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2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3">
    <w:name w:val="xl6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4">
    <w:name w:val="xl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5">
    <w:name w:val="xl6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16">
    <w:name w:val="xl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7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18">
    <w:name w:val="xl69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方正小标宋简体" w:hAnsi="宋体" w:eastAsia="方正小标宋简体" w:cs="宋体"/>
      <w:kern w:val="0"/>
      <w:sz w:val="32"/>
      <w:szCs w:val="32"/>
    </w:rPr>
  </w:style>
  <w:style w:type="character" w:customStyle="1" w:styleId="19">
    <w:name w:val="页眉 字符"/>
    <w:link w:val="4"/>
    <w:uiPriority w:val="0"/>
    <w:rPr>
      <w:kern w:val="2"/>
      <w:sz w:val="18"/>
      <w:szCs w:val="18"/>
    </w:rPr>
  </w:style>
  <w:style w:type="character" w:customStyle="1" w:styleId="20">
    <w:name w:val="页脚 字符"/>
    <w:link w:val="3"/>
    <w:uiPriority w:val="0"/>
    <w:rPr>
      <w:kern w:val="2"/>
      <w:sz w:val="18"/>
      <w:szCs w:val="18"/>
    </w:rPr>
  </w:style>
  <w:style w:type="character" w:customStyle="1" w:styleId="21">
    <w:name w:val="批注框文本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3383;&#12308;&#12309;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3E83A3-BFB0-46FF-940E-49F36F515B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鲁教X字〔〕号.dot</Template>
  <Company>Microsoft</Company>
  <Pages>2</Pages>
  <Words>57</Words>
  <Characters>328</Characters>
  <Lines>2</Lines>
  <Paragraphs>1</Paragraphs>
  <TotalTime>2</TotalTime>
  <ScaleCrop>false</ScaleCrop>
  <LinksUpToDate>false</LinksUpToDate>
  <CharactersWithSpaces>384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2019-01-03T07:11:00Z</dcterms:created>
  <dc:creator>Tom</dc:creator>
  <cp:lastModifiedBy>王静子</cp:lastModifiedBy>
  <cp:lastPrinted>2019-01-03T02:48:00Z</cp:lastPrinted>
  <dcterms:modified xsi:type="dcterms:W3CDTF">2021-02-17T13:35:09Z</dcterms:modified>
  <dc:title>000001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